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72DC2713" w:rsidR="002E612D" w:rsidRPr="00847661" w:rsidRDefault="00AA39D6" w:rsidP="00847661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81225D" w:rsidRPr="00C0215D">
        <w:rPr>
          <w:rFonts w:cstheme="minorHAnsi"/>
          <w:b/>
          <w:i/>
          <w:color w:val="000000"/>
        </w:rPr>
        <w:t>Dostawa radiotelefonów na potrzeby zarządzania w sytuacjach kryzysowych na terenie gminy Brześć Kujawski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0B62CC13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81225D" w:rsidRPr="0081225D">
              <w:rPr>
                <w:b/>
                <w:sz w:val="22"/>
                <w:szCs w:val="22"/>
              </w:rPr>
              <w:t xml:space="preserve">Dostawa radiotelefonów na potrzeby zarządzania w sytuacjach kryzysowych </w:t>
            </w:r>
            <w:r w:rsidR="0081225D">
              <w:rPr>
                <w:b/>
                <w:sz w:val="22"/>
                <w:szCs w:val="22"/>
              </w:rPr>
              <w:br/>
            </w:r>
            <w:r w:rsidR="0081225D" w:rsidRPr="0081225D">
              <w:rPr>
                <w:b/>
                <w:sz w:val="22"/>
                <w:szCs w:val="22"/>
              </w:rPr>
              <w:t>na terenie gminy Brześć Kujawski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874D8" w14:textId="77777777" w:rsidR="00BE4E62" w:rsidRDefault="00BE4E62" w:rsidP="00FF57EE">
      <w:r>
        <w:separator/>
      </w:r>
    </w:p>
  </w:endnote>
  <w:endnote w:type="continuationSeparator" w:id="0">
    <w:p w14:paraId="6C1E5398" w14:textId="77777777" w:rsidR="00BE4E62" w:rsidRDefault="00BE4E6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CBEDF" w14:textId="77777777" w:rsidR="00BE4E62" w:rsidRDefault="00BE4E62" w:rsidP="00FF57EE">
      <w:r>
        <w:separator/>
      </w:r>
    </w:p>
  </w:footnote>
  <w:footnote w:type="continuationSeparator" w:id="0">
    <w:p w14:paraId="621D3B93" w14:textId="77777777" w:rsidR="00BE4E62" w:rsidRDefault="00BE4E62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6B09D278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056557">
      <w:rPr>
        <w:sz w:val="20"/>
        <w:szCs w:val="20"/>
      </w:rPr>
      <w:t>52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565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D475B"/>
    <w:rsid w:val="007E331F"/>
    <w:rsid w:val="007F3E87"/>
    <w:rsid w:val="0081225D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7BFA"/>
    <w:rsid w:val="00AA39D6"/>
    <w:rsid w:val="00AE2ACB"/>
    <w:rsid w:val="00AF4AC3"/>
    <w:rsid w:val="00B26387"/>
    <w:rsid w:val="00B47637"/>
    <w:rsid w:val="00B72B31"/>
    <w:rsid w:val="00B9086B"/>
    <w:rsid w:val="00BA724D"/>
    <w:rsid w:val="00BC4F99"/>
    <w:rsid w:val="00BD4AAA"/>
    <w:rsid w:val="00BE4E62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D7BBD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3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10</cp:revision>
  <dcterms:created xsi:type="dcterms:W3CDTF">2025-10-03T10:05:00Z</dcterms:created>
  <dcterms:modified xsi:type="dcterms:W3CDTF">2025-12-03T14:33:00Z</dcterms:modified>
</cp:coreProperties>
</file>